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25BA5" w14:textId="77777777" w:rsidR="005266F7" w:rsidRDefault="005266F7" w:rsidP="00796354">
      <w:pPr>
        <w:jc w:val="both"/>
        <w:rPr>
          <w:rFonts w:ascii="Calibri" w:eastAsia="Calibri" w:hAnsi="Calibri" w:cs="Calibri"/>
          <w:snapToGrid w:val="0"/>
          <w:lang w:eastAsia="en-US"/>
        </w:rPr>
      </w:pPr>
    </w:p>
    <w:p w14:paraId="1E9298AB" w14:textId="77777777" w:rsidR="0099453F" w:rsidRPr="0099453F" w:rsidRDefault="0099453F" w:rsidP="0099453F">
      <w:pPr>
        <w:pStyle w:val="Antet"/>
        <w:jc w:val="right"/>
        <w:rPr>
          <w:rFonts w:ascii="Calibri" w:hAnsi="Calibri" w:cs="Calibri"/>
          <w:b/>
        </w:rPr>
      </w:pPr>
      <w:r w:rsidRPr="0099453F">
        <w:rPr>
          <w:rFonts w:ascii="Calibri" w:hAnsi="Calibri" w:cs="Calibri"/>
          <w:b/>
        </w:rPr>
        <w:t>Anexa 13</w:t>
      </w:r>
    </w:p>
    <w:p w14:paraId="78F795C9" w14:textId="77777777" w:rsidR="0099453F" w:rsidRPr="0099453F" w:rsidRDefault="0099453F" w:rsidP="0099453F">
      <w:pPr>
        <w:pStyle w:val="Antet"/>
        <w:jc w:val="right"/>
      </w:pPr>
    </w:p>
    <w:p w14:paraId="4D3A2CAA" w14:textId="77777777" w:rsidR="0099453F" w:rsidRPr="0099453F" w:rsidRDefault="0099453F" w:rsidP="0099453F">
      <w:pPr>
        <w:pStyle w:val="Antet"/>
        <w:jc w:val="right"/>
      </w:pPr>
    </w:p>
    <w:p w14:paraId="4BD05E48" w14:textId="77777777" w:rsidR="0099453F" w:rsidRPr="0099453F" w:rsidRDefault="0099453F" w:rsidP="0099453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99453F">
        <w:rPr>
          <w:rFonts w:ascii="Calibri" w:hAnsi="Calibri" w:cs="Calibri"/>
          <w:sz w:val="24"/>
        </w:rPr>
        <w:t>Tabel centralizator pentru obiective de investiţie</w:t>
      </w:r>
    </w:p>
    <w:p w14:paraId="13BDD8E9" w14:textId="77777777" w:rsidR="0099453F" w:rsidRPr="0099453F" w:rsidRDefault="0099453F" w:rsidP="0099453F">
      <w:pPr>
        <w:jc w:val="center"/>
        <w:rPr>
          <w:rFonts w:ascii="Calibri" w:hAnsi="Calibri" w:cs="Calibri"/>
          <w:i/>
        </w:rPr>
      </w:pPr>
      <w:r w:rsidRPr="0099453F">
        <w:rPr>
          <w:rFonts w:ascii="Calibri" w:hAnsi="Calibri" w:cs="Calibri"/>
          <w:i/>
        </w:rPr>
        <w:t>-model orientativ-</w:t>
      </w:r>
    </w:p>
    <w:p w14:paraId="75371392" w14:textId="77777777" w:rsidR="0099453F" w:rsidRDefault="0099453F" w:rsidP="0099453F">
      <w:pPr>
        <w:rPr>
          <w:rFonts w:ascii="Calibri" w:hAnsi="Calibri" w:cs="Calibri"/>
        </w:rPr>
      </w:pPr>
    </w:p>
    <w:p w14:paraId="5CF6B954" w14:textId="77777777" w:rsidR="002A6B7D" w:rsidRDefault="002A6B7D" w:rsidP="0099453F">
      <w:pPr>
        <w:rPr>
          <w:rFonts w:ascii="Calibri" w:hAnsi="Calibri" w:cs="Calibri"/>
        </w:rPr>
      </w:pPr>
    </w:p>
    <w:p w14:paraId="0030BDEF" w14:textId="77777777" w:rsidR="002A6B7D" w:rsidRPr="0099453F" w:rsidRDefault="002A6B7D" w:rsidP="0099453F">
      <w:pPr>
        <w:rPr>
          <w:rFonts w:ascii="Calibri" w:hAnsi="Calibri" w:cs="Calibri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312"/>
        <w:gridCol w:w="1559"/>
        <w:gridCol w:w="1560"/>
        <w:gridCol w:w="1842"/>
      </w:tblGrid>
      <w:tr w:rsidR="0099453F" w:rsidRPr="0099453F" w14:paraId="715CDDF0" w14:textId="77777777" w:rsidTr="0099453F">
        <w:trPr>
          <w:trHeight w:val="2142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33B4F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73C76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Nr. carte funciară/Nr. document de proprietate/</w:t>
            </w:r>
          </w:p>
          <w:p w14:paraId="20175F46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administrare/</w:t>
            </w:r>
          </w:p>
          <w:p w14:paraId="3BAEC331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 xml:space="preserve"> </w:t>
            </w:r>
          </w:p>
        </w:tc>
        <w:tc>
          <w:tcPr>
            <w:tcW w:w="231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30292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Număr cadastral, elemente de identificare a imobilului/mijlocului de transport/bunurilor </w:t>
            </w:r>
          </w:p>
          <w:p w14:paraId="4F0677BA" w14:textId="77777777" w:rsidR="0099453F" w:rsidRPr="0099453F" w:rsidRDefault="0099453F" w:rsidP="00E26BA2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BE87F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Suprafaţă</w:t>
            </w:r>
          </w:p>
          <w:p w14:paraId="1D832662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(mp), </w:t>
            </w:r>
            <w:r w:rsidRPr="0099453F">
              <w:rPr>
                <w:rFonts w:ascii="Calibri" w:hAnsi="Calibri" w:cs="Calibri"/>
                <w:b/>
                <w:bCs/>
                <w:i/>
                <w:color w:val="000000"/>
                <w:lang w:eastAsia="ro-RO"/>
              </w:rPr>
              <w:t>dacă este cazul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433B3" w14:textId="77777777" w:rsidR="0099453F" w:rsidRPr="0099453F" w:rsidRDefault="0099453F" w:rsidP="00E26BA2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03969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Istoric, </w:t>
            </w:r>
            <w:r w:rsidRPr="0099453F">
              <w:rPr>
                <w:rFonts w:ascii="Calibri" w:hAnsi="Calibri" w:cs="Calibri"/>
                <w:b/>
                <w:bCs/>
                <w:i/>
                <w:color w:val="000000"/>
                <w:lang w:eastAsia="ro-RO"/>
              </w:rPr>
              <w:t>dacă este cazul</w:t>
            </w: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. </w:t>
            </w:r>
          </w:p>
          <w:p w14:paraId="154753C1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14:paraId="6C64C816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Se vor menţiona actele privind dezmembrările şi alipirile, etc  </w:t>
            </w:r>
          </w:p>
        </w:tc>
      </w:tr>
      <w:tr w:rsidR="0099453F" w:rsidRPr="0099453F" w14:paraId="1A4BC890" w14:textId="77777777" w:rsidTr="0099453F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B3A66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C186C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23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1B802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CF739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51F05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3F070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99453F" w:rsidRPr="0099453F" w14:paraId="4B7B44B5" w14:textId="77777777" w:rsidTr="0099453F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A07EA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E8069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3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12545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F9BD6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A3D6E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372E3" w14:textId="77777777" w:rsidR="0099453F" w:rsidRPr="0099453F" w:rsidRDefault="0099453F" w:rsidP="00E26BA2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  <w:tr w:rsidR="0099453F" w:rsidRPr="0099453F" w14:paraId="286CC17F" w14:textId="77777777" w:rsidTr="0099453F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7B037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00D5D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3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D8B64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956AB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EA1B5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E7073" w14:textId="77777777" w:rsidR="0099453F" w:rsidRPr="0099453F" w:rsidRDefault="0099453F" w:rsidP="00E26BA2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</w:tbl>
    <w:p w14:paraId="6F47F72E" w14:textId="77777777" w:rsidR="0099453F" w:rsidRPr="0099453F" w:rsidRDefault="0099453F" w:rsidP="0099453F"/>
    <w:p w14:paraId="36E29BF1" w14:textId="77777777" w:rsidR="003C0CF4" w:rsidRPr="0099453F" w:rsidRDefault="003C0CF4" w:rsidP="00796354">
      <w:pPr>
        <w:jc w:val="both"/>
      </w:pPr>
    </w:p>
    <w:sectPr w:rsidR="003C0CF4" w:rsidRPr="0099453F" w:rsidSect="005266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991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BAD56" w14:textId="77777777" w:rsidR="00241038" w:rsidRDefault="00241038">
      <w:r>
        <w:separator/>
      </w:r>
    </w:p>
  </w:endnote>
  <w:endnote w:type="continuationSeparator" w:id="0">
    <w:p w14:paraId="24CB34FD" w14:textId="77777777" w:rsidR="00241038" w:rsidRDefault="0024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9047" w14:textId="77777777" w:rsidR="001E3668" w:rsidRDefault="001E366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6FE579F7" w14:textId="77777777">
      <w:trPr>
        <w:cantSplit/>
        <w:trHeight w:hRule="exact" w:val="340"/>
        <w:hidden/>
      </w:trPr>
      <w:tc>
        <w:tcPr>
          <w:tcW w:w="9210" w:type="dxa"/>
        </w:tcPr>
        <w:p w14:paraId="0ACCDA75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5184F32A" w14:textId="77777777" w:rsidR="00F12E7F" w:rsidRDefault="004D335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571A6CBF" wp14:editId="2BCAB66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AC541AD" wp14:editId="1C7547AA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1E7E6C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C541AD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681E7E6C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A4B18FA" wp14:editId="0E0A0EF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89B5D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4B18FA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0EA89B5D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EC8234" wp14:editId="364BDD6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B468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08D931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24FCDD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EC8234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09BB468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08D9310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024FCDD8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1778BFF0" wp14:editId="0E680AAB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1649A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50FE" w14:textId="77777777" w:rsidR="00072DDE" w:rsidRDefault="004D3350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793DBD6D" wp14:editId="5098E46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7FFDBF" wp14:editId="0D363B3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0C58E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7FFDBF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57E0C58E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489801E" wp14:editId="5A04FD60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BA4B9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89801E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46BA4B9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C793D18" wp14:editId="222986CE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7A438C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37E2F38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AE65D9F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793D18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3E7A438C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37E2F38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AE65D9F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2E255272" wp14:editId="68D8AF6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4CAF" w14:textId="77777777" w:rsidR="00241038" w:rsidRDefault="00241038">
      <w:r>
        <w:separator/>
      </w:r>
    </w:p>
  </w:footnote>
  <w:footnote w:type="continuationSeparator" w:id="0">
    <w:p w14:paraId="69276434" w14:textId="77777777" w:rsidR="00241038" w:rsidRDefault="0024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3372C" w14:textId="2E178830" w:rsidR="001E3668" w:rsidRDefault="001E3668">
    <w:pPr>
      <w:pStyle w:val="Antet"/>
    </w:pPr>
    <w:r>
      <w:pict w14:anchorId="483B82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2" type="#_x0000_t136" style="position:absolute;margin-left:0;margin-top:0;width:590.65pt;height:90.8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D055" w14:textId="4BA96D13" w:rsidR="002B3BB9" w:rsidRPr="00851382" w:rsidRDefault="001E3668">
    <w:pPr>
      <w:pStyle w:val="Antet"/>
      <w:rPr>
        <w:color w:val="999999"/>
      </w:rPr>
    </w:pPr>
    <w:r>
      <w:pict w14:anchorId="4A842C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3" type="#_x0000_t136" style="position:absolute;margin-left:0;margin-top:0;width:590.65pt;height:90.8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4D3350"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3C6C775" wp14:editId="6BDEA2DA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F353A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739CE3C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C6C775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5BCF353A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739CE3C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14:paraId="60682B70" w14:textId="77777777" w:rsidR="002B3BB9" w:rsidRDefault="002B3B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68497" w14:textId="5BDA46ED" w:rsidR="002B3BB9" w:rsidRDefault="001E3668">
    <w:pPr>
      <w:pStyle w:val="Antet"/>
      <w:tabs>
        <w:tab w:val="clear" w:pos="4536"/>
        <w:tab w:val="clear" w:pos="9072"/>
        <w:tab w:val="left" w:pos="6473"/>
      </w:tabs>
    </w:pPr>
    <w:r>
      <w:pict w14:anchorId="7172CA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5121" type="#_x0000_t136" style="position:absolute;margin-left:0;margin-top:0;width:590.65pt;height:90.8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4D3350"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486E099A" wp14:editId="40733DB9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350"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2013C7D0" wp14:editId="31E535BA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350"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414AFF21" wp14:editId="752A77AA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C4BDF"/>
    <w:rsid w:val="001E3668"/>
    <w:rsid w:val="001E7D06"/>
    <w:rsid w:val="00241038"/>
    <w:rsid w:val="00255002"/>
    <w:rsid w:val="002A6B7D"/>
    <w:rsid w:val="002B3BB9"/>
    <w:rsid w:val="002C46CD"/>
    <w:rsid w:val="002D4D83"/>
    <w:rsid w:val="002E07E9"/>
    <w:rsid w:val="002F1246"/>
    <w:rsid w:val="00326DC2"/>
    <w:rsid w:val="00351F71"/>
    <w:rsid w:val="00376CFE"/>
    <w:rsid w:val="003C0CF4"/>
    <w:rsid w:val="003E2E03"/>
    <w:rsid w:val="00474F02"/>
    <w:rsid w:val="004D3350"/>
    <w:rsid w:val="00523BEA"/>
    <w:rsid w:val="005266F7"/>
    <w:rsid w:val="00561F8E"/>
    <w:rsid w:val="005A2511"/>
    <w:rsid w:val="005A6B00"/>
    <w:rsid w:val="005C21C9"/>
    <w:rsid w:val="005C7AFF"/>
    <w:rsid w:val="00643AC4"/>
    <w:rsid w:val="00660809"/>
    <w:rsid w:val="006B79B9"/>
    <w:rsid w:val="006F14B9"/>
    <w:rsid w:val="007209E0"/>
    <w:rsid w:val="00754551"/>
    <w:rsid w:val="00796354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9453F"/>
    <w:rsid w:val="009F711B"/>
    <w:rsid w:val="00A06DE4"/>
    <w:rsid w:val="00A82042"/>
    <w:rsid w:val="00AB1EDA"/>
    <w:rsid w:val="00AE4990"/>
    <w:rsid w:val="00B15233"/>
    <w:rsid w:val="00B24E12"/>
    <w:rsid w:val="00B565C5"/>
    <w:rsid w:val="00BD3175"/>
    <w:rsid w:val="00C05C7A"/>
    <w:rsid w:val="00C416F1"/>
    <w:rsid w:val="00C707BE"/>
    <w:rsid w:val="00C82AD1"/>
    <w:rsid w:val="00C916A3"/>
    <w:rsid w:val="00CC6C98"/>
    <w:rsid w:val="00D22014"/>
    <w:rsid w:val="00D94812"/>
    <w:rsid w:val="00DD113C"/>
    <w:rsid w:val="00E26BA2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65FE8D87"/>
  <w15:chartTrackingRefBased/>
  <w15:docId w15:val="{83C5065D-7209-461C-96CB-A072FBAF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uiPriority w:val="99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2D5A-FA8C-4F24-9AC5-81E551C0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1</Pages>
  <Words>51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453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3</cp:revision>
  <cp:lastPrinted>2022-03-29T08:07:00Z</cp:lastPrinted>
  <dcterms:created xsi:type="dcterms:W3CDTF">2023-09-06T09:19:00Z</dcterms:created>
  <dcterms:modified xsi:type="dcterms:W3CDTF">2025-09-23T07:18:00Z</dcterms:modified>
</cp:coreProperties>
</file>